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C7" w:rsidRDefault="00DD66C7" w:rsidP="00DD66C7">
      <w:pPr>
        <w:widowControl/>
        <w:jc w:val="left"/>
        <w:rPr>
          <w:rFonts w:ascii="黑体" w:eastAsia="黑体"/>
        </w:rPr>
      </w:pPr>
      <w:r>
        <w:rPr>
          <w:rFonts w:ascii="黑体" w:eastAsia="黑体" w:hint="eastAsia"/>
        </w:rPr>
        <w:t>附件</w:t>
      </w:r>
      <w:r w:rsidR="00B74814">
        <w:rPr>
          <w:rFonts w:ascii="黑体" w:eastAsia="黑体" w:hint="eastAsia"/>
        </w:rPr>
        <w:t>2</w:t>
      </w:r>
    </w:p>
    <w:p w:rsidR="00DD66C7" w:rsidRDefault="00DD66C7" w:rsidP="00DD66C7">
      <w:pPr>
        <w:rPr>
          <w:rFonts w:ascii="黑体" w:eastAsia="黑体"/>
        </w:rPr>
      </w:pPr>
    </w:p>
    <w:p w:rsidR="00DD66C7" w:rsidRDefault="00DD66C7" w:rsidP="00DD66C7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AA1A12">
        <w:rPr>
          <w:rFonts w:ascii="方正小标宋简体" w:eastAsia="方正小标宋简体" w:hint="eastAsia"/>
          <w:sz w:val="44"/>
          <w:szCs w:val="44"/>
        </w:rPr>
        <w:t>2019年度湖北省普通本科高校优秀基层教学组织推荐汇总表</w:t>
      </w:r>
    </w:p>
    <w:p w:rsidR="00DD66C7" w:rsidRDefault="00DD66C7" w:rsidP="00DD66C7">
      <w:pPr>
        <w:snapToGrid w:val="0"/>
        <w:rPr>
          <w:sz w:val="24"/>
          <w:szCs w:val="24"/>
        </w:rPr>
      </w:pPr>
    </w:p>
    <w:p w:rsidR="00DD66C7" w:rsidRPr="00A865EC" w:rsidRDefault="00DD66C7" w:rsidP="00DD66C7">
      <w:pPr>
        <w:ind w:leftChars="-51" w:left="-153"/>
        <w:rPr>
          <w:rFonts w:asciiTheme="minorEastAsia" w:eastAsiaTheme="minorEastAsia" w:hAnsiTheme="minorEastAsia"/>
          <w:sz w:val="24"/>
          <w:szCs w:val="24"/>
        </w:rPr>
      </w:pPr>
      <w:r w:rsidRPr="00A865EC">
        <w:rPr>
          <w:rFonts w:asciiTheme="minorEastAsia" w:eastAsiaTheme="minorEastAsia" w:hAnsiTheme="minorEastAsia" w:hint="eastAsia"/>
          <w:sz w:val="24"/>
          <w:szCs w:val="24"/>
        </w:rPr>
        <w:t>推荐</w:t>
      </w:r>
      <w:r w:rsidR="00B74814">
        <w:rPr>
          <w:rFonts w:asciiTheme="minorEastAsia" w:eastAsiaTheme="minorEastAsia" w:hAnsiTheme="minorEastAsia" w:hint="eastAsia"/>
          <w:sz w:val="24"/>
          <w:szCs w:val="24"/>
        </w:rPr>
        <w:t>学院</w:t>
      </w:r>
      <w:r w:rsidRPr="00A865EC">
        <w:rPr>
          <w:rFonts w:asciiTheme="minorEastAsia" w:eastAsiaTheme="minorEastAsia" w:hAnsiTheme="minorEastAsia" w:hint="eastAsia"/>
          <w:sz w:val="24"/>
          <w:szCs w:val="24"/>
        </w:rPr>
        <w:t>（公章）：</w:t>
      </w:r>
    </w:p>
    <w:p w:rsidR="00DD66C7" w:rsidRPr="00A865EC" w:rsidRDefault="00DD66C7" w:rsidP="00DD66C7">
      <w:pPr>
        <w:ind w:leftChars="-51" w:left="-153"/>
        <w:rPr>
          <w:rFonts w:asciiTheme="minorEastAsia" w:eastAsiaTheme="minorEastAsia" w:hAnsiTheme="minorEastAsia"/>
          <w:sz w:val="24"/>
          <w:szCs w:val="24"/>
        </w:rPr>
      </w:pPr>
      <w:r w:rsidRPr="00A865EC">
        <w:rPr>
          <w:rFonts w:asciiTheme="minorEastAsia" w:eastAsiaTheme="minorEastAsia" w:hAnsiTheme="minorEastAsia" w:hint="eastAsia"/>
          <w:sz w:val="24"/>
          <w:szCs w:val="24"/>
        </w:rPr>
        <w:t>工作联系部门：           联系人：       手机：        办公电话：           电子邮箱：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2680"/>
        <w:gridCol w:w="2679"/>
        <w:gridCol w:w="2537"/>
        <w:gridCol w:w="2397"/>
        <w:gridCol w:w="2115"/>
      </w:tblGrid>
      <w:tr w:rsidR="00DD66C7" w:rsidTr="005C16FD">
        <w:trPr>
          <w:cantSplit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学校名称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基层教学组织名称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基层教学组织负责人</w:t>
            </w:r>
          </w:p>
        </w:tc>
      </w:tr>
      <w:tr w:rsidR="00DD66C7" w:rsidTr="005C16FD">
        <w:trPr>
          <w:cantSplit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职称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联系电话</w:t>
            </w:r>
          </w:p>
        </w:tc>
      </w:tr>
      <w:tr w:rsidR="00DD66C7" w:rsidTr="005C16FD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D66C7" w:rsidTr="005C16FD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D66C7" w:rsidTr="005C16FD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D66C7" w:rsidTr="005C16FD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D66C7" w:rsidTr="005C16FD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D66C7" w:rsidTr="005C16FD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865EC">
              <w:rPr>
                <w:rFonts w:asciiTheme="minorEastAsia" w:eastAsiaTheme="minorEastAsia" w:hAnsiTheme="minorEastAsia" w:hint="eastAsia"/>
                <w:sz w:val="21"/>
                <w:szCs w:val="21"/>
              </w:rPr>
              <w:t>……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7" w:rsidRPr="00A865EC" w:rsidRDefault="00DD66C7" w:rsidP="005C16F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DD66C7" w:rsidRPr="00A865EC" w:rsidRDefault="00DD66C7" w:rsidP="00DD66C7">
      <w:pPr>
        <w:ind w:leftChars="-51" w:left="-153"/>
        <w:rPr>
          <w:rFonts w:asciiTheme="minorEastAsia" w:eastAsiaTheme="minorEastAsia" w:hAnsiTheme="minorEastAsia"/>
          <w:sz w:val="24"/>
          <w:szCs w:val="24"/>
        </w:rPr>
      </w:pPr>
    </w:p>
    <w:p w:rsidR="00DD66C7" w:rsidRPr="00A865EC" w:rsidRDefault="00DD66C7" w:rsidP="00DD66C7">
      <w:pPr>
        <w:ind w:leftChars="-51" w:left="-153"/>
        <w:rPr>
          <w:rFonts w:asciiTheme="minorEastAsia" w:eastAsiaTheme="minorEastAsia" w:hAnsiTheme="minorEastAsia"/>
          <w:sz w:val="24"/>
          <w:szCs w:val="24"/>
        </w:rPr>
      </w:pPr>
      <w:r w:rsidRPr="00A865EC">
        <w:rPr>
          <w:rFonts w:asciiTheme="minorEastAsia" w:eastAsiaTheme="minorEastAsia" w:hAnsiTheme="minorEastAsia" w:hint="eastAsia"/>
          <w:sz w:val="24"/>
          <w:szCs w:val="24"/>
        </w:rPr>
        <w:t>注：本表电子版请用EXCEL填写报送。</w:t>
      </w:r>
    </w:p>
    <w:p w:rsidR="005A4D2F" w:rsidRPr="00DD66C7" w:rsidRDefault="005A4D2F" w:rsidP="00DD66C7">
      <w:pPr>
        <w:widowControl/>
        <w:jc w:val="left"/>
      </w:pPr>
    </w:p>
    <w:sectPr w:rsidR="005A4D2F" w:rsidRPr="00DD66C7" w:rsidSect="006218E3">
      <w:footerReference w:type="default" r:id="rId7"/>
      <w:pgSz w:w="16838" w:h="11906" w:orient="landscape"/>
      <w:pgMar w:top="1644" w:right="1871" w:bottom="1588" w:left="1928" w:header="0" w:footer="1588" w:gutter="0"/>
      <w:cols w:space="720"/>
      <w:docGrid w:linePitch="587" w:charSpace="20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5A9" w:rsidRDefault="001875A9" w:rsidP="005A4D2F">
      <w:r>
        <w:separator/>
      </w:r>
    </w:p>
  </w:endnote>
  <w:endnote w:type="continuationSeparator" w:id="1">
    <w:p w:rsidR="001875A9" w:rsidRDefault="001875A9" w:rsidP="005A4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2F" w:rsidRDefault="0012256C">
    <w:pPr>
      <w:pStyle w:val="a3"/>
      <w:framePr w:wrap="around" w:vAnchor="text" w:hAnchor="margin" w:xAlign="outside" w:y="1"/>
      <w:rPr>
        <w:rStyle w:val="a6"/>
        <w:rFonts w:ascii="仿宋_GB2312" w:eastAsia="仿宋_GB2312"/>
        <w:sz w:val="30"/>
        <w:szCs w:val="30"/>
      </w:rPr>
    </w:pPr>
    <w:r>
      <w:rPr>
        <w:rStyle w:val="a6"/>
        <w:rFonts w:ascii="仿宋_GB2312" w:eastAsia="仿宋_GB2312" w:hint="eastAsia"/>
        <w:sz w:val="30"/>
        <w:szCs w:val="30"/>
      </w:rPr>
      <w:t xml:space="preserve">— </w:t>
    </w:r>
    <w:r w:rsidR="000C0211">
      <w:rPr>
        <w:rFonts w:ascii="仿宋_GB2312" w:eastAsia="仿宋_GB2312" w:hint="eastAsia"/>
        <w:sz w:val="30"/>
        <w:szCs w:val="30"/>
      </w:rPr>
      <w:fldChar w:fldCharType="begin"/>
    </w:r>
    <w:r>
      <w:rPr>
        <w:rStyle w:val="a6"/>
        <w:rFonts w:ascii="仿宋_GB2312" w:eastAsia="仿宋_GB2312" w:hint="eastAsia"/>
        <w:sz w:val="30"/>
        <w:szCs w:val="30"/>
      </w:rPr>
      <w:instrText xml:space="preserve"> PAGE </w:instrText>
    </w:r>
    <w:r w:rsidR="000C0211">
      <w:rPr>
        <w:rFonts w:ascii="仿宋_GB2312" w:eastAsia="仿宋_GB2312" w:hint="eastAsia"/>
        <w:sz w:val="30"/>
        <w:szCs w:val="30"/>
      </w:rPr>
      <w:fldChar w:fldCharType="separate"/>
    </w:r>
    <w:r w:rsidR="00B74814">
      <w:rPr>
        <w:rStyle w:val="a6"/>
        <w:rFonts w:ascii="仿宋_GB2312" w:eastAsia="仿宋_GB2312"/>
        <w:noProof/>
        <w:sz w:val="30"/>
        <w:szCs w:val="30"/>
      </w:rPr>
      <w:t>1</w:t>
    </w:r>
    <w:r w:rsidR="000C0211">
      <w:rPr>
        <w:rFonts w:ascii="仿宋_GB2312" w:eastAsia="仿宋_GB2312" w:hint="eastAsia"/>
        <w:sz w:val="30"/>
        <w:szCs w:val="30"/>
      </w:rPr>
      <w:fldChar w:fldCharType="end"/>
    </w:r>
    <w:r>
      <w:rPr>
        <w:rStyle w:val="a6"/>
        <w:rFonts w:ascii="仿宋_GB2312" w:eastAsia="仿宋_GB2312" w:hint="eastAsia"/>
        <w:sz w:val="30"/>
        <w:szCs w:val="30"/>
      </w:rPr>
      <w:t xml:space="preserve"> —</w:t>
    </w:r>
  </w:p>
  <w:p w:rsidR="005A4D2F" w:rsidRDefault="005A4D2F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5A9" w:rsidRDefault="001875A9" w:rsidP="005A4D2F">
      <w:r>
        <w:separator/>
      </w:r>
    </w:p>
  </w:footnote>
  <w:footnote w:type="continuationSeparator" w:id="1">
    <w:p w:rsidR="001875A9" w:rsidRDefault="001875A9" w:rsidP="005A4D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attachedTemplate r:id="rId1"/>
  <w:defaultTabStop w:val="420"/>
  <w:drawingGridHorizontalSpacing w:val="15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14625DF"/>
    <w:rsid w:val="00012F06"/>
    <w:rsid w:val="0002149E"/>
    <w:rsid w:val="0002766D"/>
    <w:rsid w:val="00027FE5"/>
    <w:rsid w:val="0003031A"/>
    <w:rsid w:val="00033ACA"/>
    <w:rsid w:val="00050D3D"/>
    <w:rsid w:val="00055621"/>
    <w:rsid w:val="00061608"/>
    <w:rsid w:val="00067706"/>
    <w:rsid w:val="00083BAE"/>
    <w:rsid w:val="000C0211"/>
    <w:rsid w:val="000C2620"/>
    <w:rsid w:val="000D1DDE"/>
    <w:rsid w:val="000E782B"/>
    <w:rsid w:val="000F754E"/>
    <w:rsid w:val="000F76A9"/>
    <w:rsid w:val="00105A19"/>
    <w:rsid w:val="00106F17"/>
    <w:rsid w:val="00116E59"/>
    <w:rsid w:val="00120DA6"/>
    <w:rsid w:val="00121ACA"/>
    <w:rsid w:val="0012256C"/>
    <w:rsid w:val="00155DE4"/>
    <w:rsid w:val="0016664C"/>
    <w:rsid w:val="00166BCA"/>
    <w:rsid w:val="0017302B"/>
    <w:rsid w:val="001875A9"/>
    <w:rsid w:val="001A13F5"/>
    <w:rsid w:val="001A5E86"/>
    <w:rsid w:val="001B4C35"/>
    <w:rsid w:val="001C1EC9"/>
    <w:rsid w:val="001C3E54"/>
    <w:rsid w:val="001D24EB"/>
    <w:rsid w:val="001E696C"/>
    <w:rsid w:val="001E7EF1"/>
    <w:rsid w:val="00204478"/>
    <w:rsid w:val="0023193D"/>
    <w:rsid w:val="00232FF5"/>
    <w:rsid w:val="00241629"/>
    <w:rsid w:val="00257587"/>
    <w:rsid w:val="002B61F7"/>
    <w:rsid w:val="002C6262"/>
    <w:rsid w:val="002E34FA"/>
    <w:rsid w:val="002E42B1"/>
    <w:rsid w:val="002E6D74"/>
    <w:rsid w:val="002F2BAE"/>
    <w:rsid w:val="002F6D6D"/>
    <w:rsid w:val="00317DE3"/>
    <w:rsid w:val="00323D14"/>
    <w:rsid w:val="00345B0E"/>
    <w:rsid w:val="00350F00"/>
    <w:rsid w:val="00351C32"/>
    <w:rsid w:val="00363533"/>
    <w:rsid w:val="00380AAE"/>
    <w:rsid w:val="0038220E"/>
    <w:rsid w:val="00383193"/>
    <w:rsid w:val="003A2A35"/>
    <w:rsid w:val="003A4ABE"/>
    <w:rsid w:val="003A6258"/>
    <w:rsid w:val="003D752E"/>
    <w:rsid w:val="003D7D35"/>
    <w:rsid w:val="003E041F"/>
    <w:rsid w:val="003E35DE"/>
    <w:rsid w:val="003E461B"/>
    <w:rsid w:val="0040629A"/>
    <w:rsid w:val="00427A28"/>
    <w:rsid w:val="00456D8A"/>
    <w:rsid w:val="0046182C"/>
    <w:rsid w:val="00480C28"/>
    <w:rsid w:val="004953B5"/>
    <w:rsid w:val="004A2BF4"/>
    <w:rsid w:val="004B3905"/>
    <w:rsid w:val="004B5C6A"/>
    <w:rsid w:val="004C3A62"/>
    <w:rsid w:val="004F6B63"/>
    <w:rsid w:val="005006E6"/>
    <w:rsid w:val="00526F11"/>
    <w:rsid w:val="005272B6"/>
    <w:rsid w:val="00543CD4"/>
    <w:rsid w:val="00552467"/>
    <w:rsid w:val="00556BD7"/>
    <w:rsid w:val="00562450"/>
    <w:rsid w:val="00566EA8"/>
    <w:rsid w:val="00576305"/>
    <w:rsid w:val="00592DC1"/>
    <w:rsid w:val="0059550C"/>
    <w:rsid w:val="005A1ABC"/>
    <w:rsid w:val="005A4170"/>
    <w:rsid w:val="005A4D2F"/>
    <w:rsid w:val="005C1670"/>
    <w:rsid w:val="005D56B4"/>
    <w:rsid w:val="005E2683"/>
    <w:rsid w:val="005F363E"/>
    <w:rsid w:val="00601A01"/>
    <w:rsid w:val="00601E9B"/>
    <w:rsid w:val="0061056E"/>
    <w:rsid w:val="006152F4"/>
    <w:rsid w:val="006218E3"/>
    <w:rsid w:val="006251CB"/>
    <w:rsid w:val="00626269"/>
    <w:rsid w:val="00680F6C"/>
    <w:rsid w:val="00687E71"/>
    <w:rsid w:val="00690121"/>
    <w:rsid w:val="006C74B8"/>
    <w:rsid w:val="006D3EE4"/>
    <w:rsid w:val="006D7806"/>
    <w:rsid w:val="006E5CD1"/>
    <w:rsid w:val="006F0A1B"/>
    <w:rsid w:val="0070359B"/>
    <w:rsid w:val="00712ED9"/>
    <w:rsid w:val="007161BC"/>
    <w:rsid w:val="00731B18"/>
    <w:rsid w:val="00734ED8"/>
    <w:rsid w:val="00735045"/>
    <w:rsid w:val="00755267"/>
    <w:rsid w:val="00755A82"/>
    <w:rsid w:val="00774581"/>
    <w:rsid w:val="007768E3"/>
    <w:rsid w:val="007919F6"/>
    <w:rsid w:val="007B40A9"/>
    <w:rsid w:val="007C2A49"/>
    <w:rsid w:val="007D232A"/>
    <w:rsid w:val="007F0D28"/>
    <w:rsid w:val="008047DB"/>
    <w:rsid w:val="00812207"/>
    <w:rsid w:val="00825F78"/>
    <w:rsid w:val="00857CE6"/>
    <w:rsid w:val="00864B07"/>
    <w:rsid w:val="00867C56"/>
    <w:rsid w:val="00872A37"/>
    <w:rsid w:val="00873C69"/>
    <w:rsid w:val="00897F91"/>
    <w:rsid w:val="008A5A53"/>
    <w:rsid w:val="008A65A4"/>
    <w:rsid w:val="008B65A0"/>
    <w:rsid w:val="008C2483"/>
    <w:rsid w:val="008D16FC"/>
    <w:rsid w:val="008D2F47"/>
    <w:rsid w:val="008E3C7F"/>
    <w:rsid w:val="00905E66"/>
    <w:rsid w:val="00911A75"/>
    <w:rsid w:val="009149BD"/>
    <w:rsid w:val="00917A2F"/>
    <w:rsid w:val="0092067E"/>
    <w:rsid w:val="009210FA"/>
    <w:rsid w:val="00921640"/>
    <w:rsid w:val="00937922"/>
    <w:rsid w:val="0095558C"/>
    <w:rsid w:val="00966CEC"/>
    <w:rsid w:val="00970822"/>
    <w:rsid w:val="00977726"/>
    <w:rsid w:val="00980CBA"/>
    <w:rsid w:val="009817C8"/>
    <w:rsid w:val="00982426"/>
    <w:rsid w:val="009900A4"/>
    <w:rsid w:val="00992E1F"/>
    <w:rsid w:val="009A46DC"/>
    <w:rsid w:val="009B75D6"/>
    <w:rsid w:val="009E4166"/>
    <w:rsid w:val="00A10C2B"/>
    <w:rsid w:val="00A11CB1"/>
    <w:rsid w:val="00A473A9"/>
    <w:rsid w:val="00A559B6"/>
    <w:rsid w:val="00A666BD"/>
    <w:rsid w:val="00A84367"/>
    <w:rsid w:val="00A84F38"/>
    <w:rsid w:val="00AA16BB"/>
    <w:rsid w:val="00AB2CE9"/>
    <w:rsid w:val="00AC0E74"/>
    <w:rsid w:val="00AC231D"/>
    <w:rsid w:val="00AC4887"/>
    <w:rsid w:val="00AD569A"/>
    <w:rsid w:val="00AE658E"/>
    <w:rsid w:val="00AE78D2"/>
    <w:rsid w:val="00AE7AC6"/>
    <w:rsid w:val="00B22653"/>
    <w:rsid w:val="00B36ED8"/>
    <w:rsid w:val="00B52548"/>
    <w:rsid w:val="00B62DCA"/>
    <w:rsid w:val="00B74814"/>
    <w:rsid w:val="00B944C2"/>
    <w:rsid w:val="00BA4F21"/>
    <w:rsid w:val="00BA5E91"/>
    <w:rsid w:val="00BB2EFF"/>
    <w:rsid w:val="00BE2B05"/>
    <w:rsid w:val="00BE4A25"/>
    <w:rsid w:val="00BE548C"/>
    <w:rsid w:val="00BF1B5B"/>
    <w:rsid w:val="00C144B8"/>
    <w:rsid w:val="00C200CF"/>
    <w:rsid w:val="00C32F7F"/>
    <w:rsid w:val="00C51B9D"/>
    <w:rsid w:val="00C63DD8"/>
    <w:rsid w:val="00C74BB2"/>
    <w:rsid w:val="00C905AA"/>
    <w:rsid w:val="00CB040F"/>
    <w:rsid w:val="00CB4C04"/>
    <w:rsid w:val="00CC7342"/>
    <w:rsid w:val="00CD5C8D"/>
    <w:rsid w:val="00CE251D"/>
    <w:rsid w:val="00CE634C"/>
    <w:rsid w:val="00CF335A"/>
    <w:rsid w:val="00CF7A24"/>
    <w:rsid w:val="00D07E65"/>
    <w:rsid w:val="00D20826"/>
    <w:rsid w:val="00D74735"/>
    <w:rsid w:val="00D77136"/>
    <w:rsid w:val="00D80E48"/>
    <w:rsid w:val="00D964E7"/>
    <w:rsid w:val="00DB0E3B"/>
    <w:rsid w:val="00DB49A4"/>
    <w:rsid w:val="00DB6CD8"/>
    <w:rsid w:val="00DD66C7"/>
    <w:rsid w:val="00DF2886"/>
    <w:rsid w:val="00E15E52"/>
    <w:rsid w:val="00E25AED"/>
    <w:rsid w:val="00E32243"/>
    <w:rsid w:val="00E36BE5"/>
    <w:rsid w:val="00E417A5"/>
    <w:rsid w:val="00E41A9D"/>
    <w:rsid w:val="00E91520"/>
    <w:rsid w:val="00EA07F1"/>
    <w:rsid w:val="00EA2023"/>
    <w:rsid w:val="00EA660F"/>
    <w:rsid w:val="00EB2636"/>
    <w:rsid w:val="00EC2530"/>
    <w:rsid w:val="00EC545B"/>
    <w:rsid w:val="00EC60E4"/>
    <w:rsid w:val="00EE7203"/>
    <w:rsid w:val="00F0039B"/>
    <w:rsid w:val="00F11B83"/>
    <w:rsid w:val="00F44363"/>
    <w:rsid w:val="00F63AD1"/>
    <w:rsid w:val="00F71531"/>
    <w:rsid w:val="00F91777"/>
    <w:rsid w:val="00F91A27"/>
    <w:rsid w:val="00F9269F"/>
    <w:rsid w:val="00FB4A75"/>
    <w:rsid w:val="00FC1115"/>
    <w:rsid w:val="00FC2336"/>
    <w:rsid w:val="00FC3EE6"/>
    <w:rsid w:val="00FC7FC7"/>
    <w:rsid w:val="00FF7460"/>
    <w:rsid w:val="11DE05F6"/>
    <w:rsid w:val="214625DF"/>
    <w:rsid w:val="47ED215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4D2F"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A4D2F"/>
    <w:pPr>
      <w:tabs>
        <w:tab w:val="center" w:pos="4153"/>
        <w:tab w:val="right" w:pos="8306"/>
      </w:tabs>
      <w:snapToGrid w:val="0"/>
      <w:jc w:val="left"/>
    </w:pPr>
    <w:rPr>
      <w:rFonts w:eastAsia="宋体"/>
      <w:kern w:val="0"/>
      <w:sz w:val="18"/>
      <w:szCs w:val="18"/>
    </w:rPr>
  </w:style>
  <w:style w:type="paragraph" w:styleId="a4">
    <w:name w:val="header"/>
    <w:basedOn w:val="a"/>
    <w:link w:val="Char"/>
    <w:rsid w:val="005A4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A4D2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basedOn w:val="a0"/>
    <w:qFormat/>
    <w:rsid w:val="005A4D2F"/>
  </w:style>
  <w:style w:type="character" w:styleId="a7">
    <w:name w:val="Hyperlink"/>
    <w:qFormat/>
    <w:rsid w:val="005A4D2F"/>
    <w:rPr>
      <w:color w:val="000000"/>
      <w:u w:val="none"/>
    </w:rPr>
  </w:style>
  <w:style w:type="character" w:customStyle="1" w:styleId="Char">
    <w:name w:val="页眉 Char"/>
    <w:basedOn w:val="a0"/>
    <w:link w:val="a4"/>
    <w:qFormat/>
    <w:rsid w:val="005A4D2F"/>
    <w:rPr>
      <w:rFonts w:eastAsia="仿宋_GB2312"/>
      <w:kern w:val="2"/>
      <w:sz w:val="18"/>
      <w:szCs w:val="18"/>
    </w:rPr>
  </w:style>
  <w:style w:type="table" w:styleId="a8">
    <w:name w:val="Table Grid"/>
    <w:basedOn w:val="a1"/>
    <w:rsid w:val="000F7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tmh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jytmh</dc:creator>
  <cp:lastModifiedBy>邱超</cp:lastModifiedBy>
  <cp:revision>2</cp:revision>
  <dcterms:created xsi:type="dcterms:W3CDTF">2019-05-20T02:10:00Z</dcterms:created>
  <dcterms:modified xsi:type="dcterms:W3CDTF">2019-05-20T02:10:00Z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